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88500FD-DF12-4541-A2B9-4A1C0336A695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